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AFF" w:rsidRPr="00B30F62" w:rsidRDefault="009B39E6" w:rsidP="005C7AFF">
      <w:pPr>
        <w:jc w:val="right"/>
        <w:rPr>
          <w:rFonts w:ascii="Calibri" w:hAnsi="Calibri" w:cs="Calibri"/>
          <w:b/>
          <w:sz w:val="22"/>
          <w:szCs w:val="16"/>
        </w:rPr>
      </w:pPr>
      <w:bookmarkStart w:id="0" w:name="_GoBack"/>
      <w:bookmarkEnd w:id="0"/>
      <w:r w:rsidRPr="00B30F62">
        <w:rPr>
          <w:rFonts w:ascii="Calibri" w:hAnsi="Calibri" w:cs="Calibri"/>
          <w:b/>
          <w:sz w:val="22"/>
          <w:szCs w:val="16"/>
        </w:rPr>
        <w:t xml:space="preserve">Anexa </w:t>
      </w:r>
      <w:r w:rsidR="00B30F62" w:rsidRPr="00B30F62">
        <w:rPr>
          <w:rFonts w:ascii="Calibri" w:hAnsi="Calibri" w:cs="Calibri"/>
          <w:b/>
          <w:sz w:val="22"/>
          <w:szCs w:val="16"/>
        </w:rPr>
        <w:t>1</w:t>
      </w:r>
      <w:r w:rsidR="00471BAD">
        <w:rPr>
          <w:rFonts w:ascii="Calibri" w:hAnsi="Calibri" w:cs="Calibri"/>
          <w:b/>
          <w:sz w:val="22"/>
          <w:szCs w:val="16"/>
        </w:rPr>
        <w:t>5</w:t>
      </w:r>
    </w:p>
    <w:p w:rsidR="005572EB" w:rsidRPr="00E068D1" w:rsidRDefault="005572EB" w:rsidP="00E068D1">
      <w:pPr>
        <w:shd w:val="clear" w:color="auto" w:fill="D9D9D9"/>
        <w:jc w:val="center"/>
        <w:rPr>
          <w:rFonts w:ascii="Calibri" w:hAnsi="Calibri"/>
          <w:b/>
        </w:rPr>
      </w:pPr>
      <w:r w:rsidRPr="00E068D1">
        <w:rPr>
          <w:rFonts w:ascii="Calibri" w:hAnsi="Calibri"/>
          <w:b/>
        </w:rPr>
        <w:t>Studiul de oportunitate</w:t>
      </w:r>
    </w:p>
    <w:p w:rsidR="005572EB" w:rsidRPr="00E068D1" w:rsidRDefault="005572EB" w:rsidP="00E068D1">
      <w:pPr>
        <w:shd w:val="clear" w:color="auto" w:fill="D9D9D9"/>
        <w:jc w:val="center"/>
        <w:rPr>
          <w:rFonts w:ascii="Calibri" w:hAnsi="Calibri"/>
          <w:b/>
          <w:i/>
        </w:rPr>
      </w:pPr>
      <w:r w:rsidRPr="00E068D1">
        <w:rPr>
          <w:rFonts w:ascii="Calibri" w:hAnsi="Calibri"/>
          <w:b/>
          <w:i/>
        </w:rPr>
        <w:t>-conținut orientativ-</w:t>
      </w:r>
    </w:p>
    <w:p w:rsidR="005572EB" w:rsidRPr="00E068D1" w:rsidRDefault="005572EB" w:rsidP="005572EB">
      <w:pPr>
        <w:jc w:val="both"/>
        <w:rPr>
          <w:rFonts w:ascii="Calibri" w:hAnsi="Calibri"/>
        </w:rPr>
      </w:pPr>
    </w:p>
    <w:p w:rsidR="005572EB" w:rsidRPr="00E068D1" w:rsidRDefault="005572EB" w:rsidP="005572EB">
      <w:pPr>
        <w:jc w:val="both"/>
        <w:rPr>
          <w:rFonts w:ascii="Calibri" w:hAnsi="Calibri"/>
        </w:rPr>
      </w:pPr>
      <w:r w:rsidRPr="00E068D1">
        <w:rPr>
          <w:rFonts w:ascii="Calibri" w:hAnsi="Calibri"/>
        </w:rPr>
        <w:t>Pentru Studiul de oportunitate nu se va stabili un model-cadru obligatoriu a fi respectat prin prezentul Ghid al solicitantului, însă la elaborarea acestui document se vor avea în vedere următoarele aspecte, ce vor face subiectul evaluării tehnico-economice:</w:t>
      </w:r>
    </w:p>
    <w:p w:rsidR="005572EB" w:rsidRPr="00E068D1" w:rsidRDefault="005572EB" w:rsidP="005572EB">
      <w:pPr>
        <w:numPr>
          <w:ilvl w:val="0"/>
          <w:numId w:val="3"/>
        </w:numPr>
        <w:jc w:val="both"/>
        <w:rPr>
          <w:rFonts w:ascii="Calibri" w:hAnsi="Calibri"/>
          <w:iCs/>
          <w:szCs w:val="20"/>
        </w:rPr>
      </w:pPr>
      <w:r w:rsidRPr="00E068D1">
        <w:rPr>
          <w:rFonts w:ascii="Calibri" w:hAnsi="Calibri"/>
          <w:iCs/>
          <w:szCs w:val="20"/>
        </w:rPr>
        <w:t xml:space="preserve">Sunt prezentate date generale privind investiția propusă, precum denumirea obiectivului de investiţii, localizarea, beneficiarul investiţiei, elaboratorul studiului etc. </w:t>
      </w:r>
    </w:p>
    <w:p w:rsidR="005572EB" w:rsidRPr="00E068D1" w:rsidRDefault="005572EB" w:rsidP="005572EB">
      <w:pPr>
        <w:numPr>
          <w:ilvl w:val="0"/>
          <w:numId w:val="3"/>
        </w:numPr>
        <w:jc w:val="both"/>
        <w:rPr>
          <w:rFonts w:ascii="Calibri" w:hAnsi="Calibri"/>
          <w:iCs/>
          <w:szCs w:val="20"/>
        </w:rPr>
      </w:pPr>
      <w:r w:rsidRPr="00E068D1">
        <w:rPr>
          <w:rFonts w:ascii="Calibri" w:hAnsi="Calibri"/>
          <w:iCs/>
          <w:szCs w:val="20"/>
        </w:rPr>
        <w:t>Este prezentată situația existentă relevantă pentru investițiile propuse prin proiect (caracteristicile infrastructurii folosite de mijloacele de transport, condiţii de garare, traseele utilizate,</w:t>
      </w:r>
      <w:r w:rsidRPr="00E068D1">
        <w:rPr>
          <w:rFonts w:ascii="Calibri" w:hAnsi="Calibri"/>
        </w:rPr>
        <w:t xml:space="preserve"> </w:t>
      </w:r>
      <w:r w:rsidRPr="00E068D1">
        <w:rPr>
          <w:rFonts w:ascii="Calibri" w:hAnsi="Calibri"/>
          <w:iCs/>
          <w:szCs w:val="20"/>
        </w:rPr>
        <w:t xml:space="preserve">analiza facilităţilor de întreţinere necesare, situaţia componentelor sistemelor de managementul traficului, de „e-ticketing”, după caz etc). </w:t>
      </w:r>
    </w:p>
    <w:p w:rsidR="005572EB" w:rsidRPr="00E068D1" w:rsidRDefault="005572EB" w:rsidP="005572EB">
      <w:pPr>
        <w:numPr>
          <w:ilvl w:val="0"/>
          <w:numId w:val="3"/>
        </w:numPr>
        <w:jc w:val="both"/>
        <w:rPr>
          <w:rFonts w:ascii="Calibri" w:hAnsi="Calibri"/>
          <w:iCs/>
          <w:szCs w:val="20"/>
        </w:rPr>
      </w:pPr>
      <w:r w:rsidRPr="00E068D1">
        <w:rPr>
          <w:rFonts w:ascii="Calibri" w:hAnsi="Calibri"/>
          <w:iCs/>
          <w:szCs w:val="20"/>
        </w:rPr>
        <w:t>Sunt identificate și detaliate problemele/nevoile specifice cărora le va răspunde proiectul, iar necesitatea şi oportunitatea promovării investiției este justificată.</w:t>
      </w:r>
    </w:p>
    <w:p w:rsidR="005572EB" w:rsidRPr="00E068D1" w:rsidRDefault="005572EB" w:rsidP="005572EB">
      <w:pPr>
        <w:numPr>
          <w:ilvl w:val="0"/>
          <w:numId w:val="3"/>
        </w:numPr>
        <w:jc w:val="both"/>
        <w:rPr>
          <w:rFonts w:ascii="Calibri" w:hAnsi="Calibri"/>
          <w:iCs/>
          <w:szCs w:val="20"/>
        </w:rPr>
      </w:pPr>
      <w:r w:rsidRPr="00E068D1">
        <w:rPr>
          <w:rFonts w:ascii="Calibri" w:hAnsi="Calibri"/>
          <w:iCs/>
          <w:szCs w:val="20"/>
        </w:rPr>
        <w:t xml:space="preserve">Scenariile tehnico-economice prin care obiectivele proiectului de investiţii pot fi atinse sunt detaliate. Este prezentată o comparaţie cu o altă soluţie alternativă pentru problema identificată. Sunt descrise avantajele soluţiei recomandate. </w:t>
      </w:r>
    </w:p>
    <w:p w:rsidR="005572EB" w:rsidRPr="00E068D1" w:rsidRDefault="005572EB" w:rsidP="005572EB">
      <w:pPr>
        <w:ind w:left="720"/>
        <w:jc w:val="both"/>
        <w:rPr>
          <w:rFonts w:ascii="Calibri" w:hAnsi="Calibri"/>
          <w:iCs/>
          <w:szCs w:val="20"/>
        </w:rPr>
      </w:pPr>
      <w:r w:rsidRPr="00E068D1">
        <w:rPr>
          <w:rFonts w:ascii="Calibri" w:hAnsi="Calibri"/>
          <w:iCs/>
          <w:szCs w:val="20"/>
        </w:rPr>
        <w:t xml:space="preserve">Se vor analiza şi compara opţiunile privind posibilele tipuri de tehnologie, inclusiv în ceea ce priveşte costurile de operare pe durata ciclului de viaţă în cazul fiecărui tip de tehnologie avut în vedere şi pentru eventuala infrastructură necesară. </w:t>
      </w:r>
    </w:p>
    <w:p w:rsidR="005572EB" w:rsidRPr="00E068D1" w:rsidRDefault="005572EB" w:rsidP="005572EB">
      <w:pPr>
        <w:numPr>
          <w:ilvl w:val="0"/>
          <w:numId w:val="3"/>
        </w:numPr>
        <w:jc w:val="both"/>
        <w:rPr>
          <w:rFonts w:ascii="Calibri" w:hAnsi="Calibri"/>
          <w:iCs/>
          <w:szCs w:val="20"/>
        </w:rPr>
      </w:pPr>
      <w:r w:rsidRPr="00E068D1">
        <w:rPr>
          <w:rFonts w:ascii="Calibri" w:hAnsi="Calibri"/>
          <w:iCs/>
          <w:szCs w:val="20"/>
        </w:rPr>
        <w:t>Este prezentată descrierea  funcţională şi tehnologică, după caz, a soluției recomandate.</w:t>
      </w:r>
    </w:p>
    <w:p w:rsidR="005572EB" w:rsidRPr="00E068D1" w:rsidRDefault="005572EB" w:rsidP="005572EB">
      <w:pPr>
        <w:numPr>
          <w:ilvl w:val="0"/>
          <w:numId w:val="3"/>
        </w:numPr>
        <w:jc w:val="both"/>
        <w:rPr>
          <w:rFonts w:ascii="Calibri" w:hAnsi="Calibri"/>
          <w:iCs/>
          <w:szCs w:val="20"/>
        </w:rPr>
      </w:pPr>
      <w:r w:rsidRPr="00E068D1">
        <w:rPr>
          <w:rFonts w:ascii="Calibri" w:hAnsi="Calibri"/>
          <w:iCs/>
          <w:szCs w:val="20"/>
        </w:rPr>
        <w:t xml:space="preserve">Numărul şi capacitatea  vehiculelor sunt adecvat justificate, luând în calcul: </w:t>
      </w:r>
    </w:p>
    <w:p w:rsidR="005572EB" w:rsidRPr="00E068D1" w:rsidRDefault="005572EB" w:rsidP="005572EB">
      <w:pPr>
        <w:ind w:left="720"/>
        <w:jc w:val="both"/>
        <w:rPr>
          <w:rFonts w:ascii="Calibri" w:hAnsi="Calibri"/>
          <w:iCs/>
          <w:szCs w:val="20"/>
        </w:rPr>
      </w:pPr>
      <w:r w:rsidRPr="00E068D1">
        <w:rPr>
          <w:rFonts w:ascii="Calibri" w:hAnsi="Calibri"/>
          <w:iCs/>
          <w:szCs w:val="20"/>
        </w:rPr>
        <w:t>- obiectivele de atins din PMUD (de exemplu: ”cele mai utilizate trei rute de autobuz să fie deservite integral de autobuze electrice” sau „toată flota va fi dotată cu componente ale sistemului de „e-ticketing”);</w:t>
      </w:r>
    </w:p>
    <w:p w:rsidR="005572EB" w:rsidRPr="00E068D1" w:rsidRDefault="005572EB" w:rsidP="005572EB">
      <w:pPr>
        <w:ind w:left="720"/>
        <w:jc w:val="both"/>
        <w:rPr>
          <w:rFonts w:ascii="Calibri" w:hAnsi="Calibri"/>
          <w:iCs/>
          <w:szCs w:val="20"/>
        </w:rPr>
      </w:pPr>
      <w:r w:rsidRPr="00E068D1">
        <w:rPr>
          <w:rFonts w:ascii="Calibri" w:hAnsi="Calibri"/>
          <w:iCs/>
          <w:szCs w:val="20"/>
        </w:rPr>
        <w:t>- parametrii şi durata de viaţă remanentă a echipamentelor/mijloacelor de transport deja aflate în operare;</w:t>
      </w:r>
    </w:p>
    <w:p w:rsidR="005572EB" w:rsidRPr="00E068D1" w:rsidRDefault="005572EB" w:rsidP="005572EB">
      <w:pPr>
        <w:ind w:left="720"/>
        <w:jc w:val="both"/>
        <w:rPr>
          <w:rFonts w:ascii="Calibri" w:hAnsi="Calibri"/>
          <w:iCs/>
          <w:szCs w:val="20"/>
        </w:rPr>
      </w:pPr>
      <w:r w:rsidRPr="00E068D1">
        <w:rPr>
          <w:rFonts w:ascii="Calibri" w:hAnsi="Calibri"/>
          <w:iCs/>
          <w:szCs w:val="20"/>
        </w:rPr>
        <w:t>- fluxurile (actuale şi prognozate) de pasageri de pe rutele vizate (pasageri pe oră şi sens la ora de vârf) şi cererea maximă de vehicule într-o zi de lucru tipică (CMZL), demonstrată în cazul unei exploatări judicioase şi eficiente a parcului şi ţinând cont de impactul altor activităţi complementare. În acest sens, analiza de opţiuni ar putea viza combinaţii ale acestor parametri.</w:t>
      </w:r>
    </w:p>
    <w:p w:rsidR="005572EB" w:rsidRPr="00E068D1" w:rsidRDefault="005572EB" w:rsidP="005572EB">
      <w:pPr>
        <w:ind w:left="720"/>
        <w:jc w:val="both"/>
        <w:rPr>
          <w:rFonts w:ascii="Calibri" w:hAnsi="Calibri"/>
          <w:iCs/>
          <w:szCs w:val="20"/>
        </w:rPr>
      </w:pPr>
      <w:r w:rsidRPr="00E068D1">
        <w:rPr>
          <w:rFonts w:ascii="Calibri" w:hAnsi="Calibri"/>
          <w:iCs/>
          <w:szCs w:val="20"/>
        </w:rPr>
        <w:t>Obs: informaţiile privind fluxurile de pasageri vor fi corelate cu cele din Studiul de trafic.</w:t>
      </w:r>
    </w:p>
    <w:p w:rsidR="005572EB" w:rsidRPr="00E068D1" w:rsidRDefault="005572EB" w:rsidP="005572EB">
      <w:pPr>
        <w:numPr>
          <w:ilvl w:val="0"/>
          <w:numId w:val="3"/>
        </w:numPr>
        <w:jc w:val="both"/>
        <w:rPr>
          <w:rFonts w:ascii="Calibri" w:hAnsi="Calibri"/>
          <w:iCs/>
          <w:szCs w:val="20"/>
        </w:rPr>
      </w:pPr>
      <w:r w:rsidRPr="00E068D1">
        <w:rPr>
          <w:rFonts w:ascii="Calibri" w:hAnsi="Calibri"/>
          <w:iCs/>
          <w:szCs w:val="20"/>
        </w:rPr>
        <w:t>Sunt prezentate caracteristicile și specificaţiile tehnice ale echipamentelor/mijloacelor de transport ce urmează a fi achiziţionate, precum și, după caz, ale serviciilor achiziționate de modernizare a tramvaielor.</w:t>
      </w:r>
      <w:r w:rsidRPr="00E068D1">
        <w:rPr>
          <w:rFonts w:ascii="Calibri" w:hAnsi="Calibri"/>
        </w:rPr>
        <w:t xml:space="preserve"> </w:t>
      </w:r>
      <w:r w:rsidRPr="00E068D1">
        <w:rPr>
          <w:rFonts w:ascii="Calibri" w:hAnsi="Calibri"/>
          <w:iCs/>
          <w:szCs w:val="20"/>
        </w:rPr>
        <w:t>Se va ţine cont de faptul că orice constrângeri asupra specificaţiilor tehnice trebuie să derive din limitări tehnice sau operaţionale (de ex.: declivitatea maximă pe infrastructura rutieră deservită, specificaţiile posturilor de întreţinere din depou, echipamentele sistemelor de transport inteligente aflate deja în proprietatea solicitantului) sau din cerinţe funcţionale temeinic justificate.</w:t>
      </w:r>
    </w:p>
    <w:p w:rsidR="00E31672" w:rsidRDefault="005572EB" w:rsidP="00E97A90">
      <w:pPr>
        <w:numPr>
          <w:ilvl w:val="0"/>
          <w:numId w:val="3"/>
        </w:numPr>
        <w:jc w:val="both"/>
      </w:pPr>
      <w:r w:rsidRPr="00E068D1">
        <w:rPr>
          <w:rFonts w:ascii="Calibri" w:hAnsi="Calibri"/>
          <w:iCs/>
          <w:szCs w:val="20"/>
        </w:rPr>
        <w:t>Existenţa unei strategii de întreţinere a noilor echipamente/mijloace de transport pe întreaga perioadă de viaţă a acestora, care să identifice problemele şi riscurile aferente şi să propună soluţii pentru acestea.</w:t>
      </w:r>
    </w:p>
    <w:sectPr w:rsidR="00E31672"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6AAE" w:rsidRDefault="00C26AAE">
      <w:r>
        <w:separator/>
      </w:r>
    </w:p>
  </w:endnote>
  <w:endnote w:type="continuationSeparator" w:id="0">
    <w:p w:rsidR="00C26AAE" w:rsidRDefault="00C26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C0755C"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C0755C">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6AAE" w:rsidRDefault="00C26AAE">
      <w:r>
        <w:separator/>
      </w:r>
    </w:p>
  </w:footnote>
  <w:footnote w:type="continuationSeparator" w:id="0">
    <w:p w:rsidR="00C26AAE" w:rsidRDefault="00C26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C0755C">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572EB">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572EB">
      <w:rPr>
        <w:noProof/>
        <w:color w:val="999999"/>
        <w:sz w:val="20"/>
        <w:szCs w:val="20"/>
      </w:rPr>
      <w:t>2</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C0755C">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0E56D0"/>
    <w:multiLevelType w:val="hybridMultilevel"/>
    <w:tmpl w:val="6AE0A36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72DDE"/>
    <w:rsid w:val="00080850"/>
    <w:rsid w:val="0009018B"/>
    <w:rsid w:val="00094830"/>
    <w:rsid w:val="000C2AAE"/>
    <w:rsid w:val="001175F2"/>
    <w:rsid w:val="001357F6"/>
    <w:rsid w:val="00144BFD"/>
    <w:rsid w:val="001E7D06"/>
    <w:rsid w:val="002B3BB9"/>
    <w:rsid w:val="002E07E9"/>
    <w:rsid w:val="002F1246"/>
    <w:rsid w:val="00351F71"/>
    <w:rsid w:val="00376CFE"/>
    <w:rsid w:val="003E2E03"/>
    <w:rsid w:val="00471BAD"/>
    <w:rsid w:val="00474F02"/>
    <w:rsid w:val="00523BEA"/>
    <w:rsid w:val="005572EB"/>
    <w:rsid w:val="005A6B00"/>
    <w:rsid w:val="005C21C9"/>
    <w:rsid w:val="005C7AFF"/>
    <w:rsid w:val="00643AC4"/>
    <w:rsid w:val="006B79B9"/>
    <w:rsid w:val="006F14B9"/>
    <w:rsid w:val="007209E0"/>
    <w:rsid w:val="00754551"/>
    <w:rsid w:val="007A69A6"/>
    <w:rsid w:val="007B4C16"/>
    <w:rsid w:val="007C403D"/>
    <w:rsid w:val="00851382"/>
    <w:rsid w:val="0088290B"/>
    <w:rsid w:val="008C26CE"/>
    <w:rsid w:val="008E7688"/>
    <w:rsid w:val="00936CF8"/>
    <w:rsid w:val="0095716B"/>
    <w:rsid w:val="009B39E6"/>
    <w:rsid w:val="009F711B"/>
    <w:rsid w:val="00A06DE4"/>
    <w:rsid w:val="00AE4990"/>
    <w:rsid w:val="00B15233"/>
    <w:rsid w:val="00B30F62"/>
    <w:rsid w:val="00BD3175"/>
    <w:rsid w:val="00C05C7A"/>
    <w:rsid w:val="00C0755C"/>
    <w:rsid w:val="00C26AAE"/>
    <w:rsid w:val="00C82AD1"/>
    <w:rsid w:val="00C916A3"/>
    <w:rsid w:val="00CC6C98"/>
    <w:rsid w:val="00D1154E"/>
    <w:rsid w:val="00D22014"/>
    <w:rsid w:val="00D94812"/>
    <w:rsid w:val="00DD113C"/>
    <w:rsid w:val="00E068D1"/>
    <w:rsid w:val="00E31672"/>
    <w:rsid w:val="00E753B1"/>
    <w:rsid w:val="00E97A90"/>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837AD9AC-9F16-465B-A716-2D65292FF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43EAA-48FA-4C1C-828B-444379A60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1</Pages>
  <Words>483</Words>
  <Characters>2805</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3282</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cp:revision>
  <cp:lastPrinted>2022-03-29T08:07:00Z</cp:lastPrinted>
  <dcterms:created xsi:type="dcterms:W3CDTF">2023-09-07T08:39:00Z</dcterms:created>
  <dcterms:modified xsi:type="dcterms:W3CDTF">2023-09-07T08:39:00Z</dcterms:modified>
</cp:coreProperties>
</file>